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F8FBE" w14:textId="400603FA" w:rsidR="00C560DD" w:rsidRPr="00203498" w:rsidRDefault="00C560DD" w:rsidP="00C560DD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E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6EDA627C" w14:textId="77777777" w:rsidR="00C560DD" w:rsidRDefault="00C560DD" w:rsidP="00C560DD">
      <w:pPr>
        <w:rPr>
          <w:rFonts w:ascii="Arial" w:hAnsi="Arial" w:cs="Arial"/>
          <w:sz w:val="20"/>
          <w:szCs w:val="20"/>
          <w:u w:val="single"/>
        </w:rPr>
      </w:pPr>
    </w:p>
    <w:p w14:paraId="52553822" w14:textId="77777777" w:rsidR="00C560DD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2A575C2D" w14:textId="77777777" w:rsidR="00C560DD" w:rsidRPr="0042426E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7478036F" w14:textId="77777777" w:rsidR="00C560DD" w:rsidRPr="0042426E" w:rsidRDefault="00C560DD" w:rsidP="00C560DD">
      <w:pPr>
        <w:spacing w:before="120" w:after="120"/>
        <w:jc w:val="both"/>
        <w:rPr>
          <w:rFonts w:ascii="Arial" w:hAnsi="Arial" w:cs="Arial"/>
          <w:bCs/>
          <w:lang w:eastAsia="ar-SA"/>
        </w:rPr>
      </w:pPr>
    </w:p>
    <w:p w14:paraId="3B28B867" w14:textId="77777777" w:rsidR="00C560DD" w:rsidRPr="0042426E" w:rsidRDefault="00C560DD" w:rsidP="00C560DD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243723A8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725FAE82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5BB6A032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082C7875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2D15CF43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38BCFE01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45693CD6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714FBABA" w14:textId="77777777" w:rsidR="00C560DD" w:rsidRPr="0042426E" w:rsidRDefault="00C560DD" w:rsidP="00C560DD">
      <w:pPr>
        <w:rPr>
          <w:rFonts w:ascii="Arial" w:hAnsi="Arial" w:cs="Arial"/>
        </w:rPr>
      </w:pPr>
    </w:p>
    <w:p w14:paraId="1ABB5B5F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20AD1146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2A7C6207" w14:textId="77777777" w:rsidR="00C560DD" w:rsidRPr="0042426E" w:rsidRDefault="00C560DD" w:rsidP="00C560DD">
      <w:pPr>
        <w:rPr>
          <w:rFonts w:ascii="Arial" w:hAnsi="Arial" w:cs="Arial"/>
        </w:rPr>
      </w:pPr>
    </w:p>
    <w:p w14:paraId="00C977D8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4C075004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4F958C49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3733A1DD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52D570DA" w14:textId="77777777" w:rsidR="00C560DD" w:rsidRPr="0042426E" w:rsidRDefault="00C560DD" w:rsidP="00C560DD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560DD" w:rsidRPr="0042426E" w14:paraId="42F0E329" w14:textId="77777777" w:rsidTr="00852A5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5745AB" w14:textId="77777777" w:rsidR="00C560DD" w:rsidRPr="0042426E" w:rsidRDefault="00C560DD" w:rsidP="00852A5E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8F3B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A9AC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D9DD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DDD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197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78B2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FA5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AB01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FF6F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071665" w14:textId="77777777" w:rsidR="00C560DD" w:rsidRPr="0042426E" w:rsidRDefault="00C560DD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0F0F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A1A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FFB3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37D0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2D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6147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A9D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C77D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089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436C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482B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93D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0FBF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2E476E64" w14:textId="77777777" w:rsidR="00C560DD" w:rsidRPr="0042426E" w:rsidRDefault="00C560DD" w:rsidP="00C560DD">
      <w:pPr>
        <w:rPr>
          <w:rFonts w:ascii="Arial" w:hAnsi="Arial" w:cs="Arial"/>
        </w:rPr>
      </w:pPr>
    </w:p>
    <w:p w14:paraId="0562CBA6" w14:textId="77777777" w:rsidR="00C560DD" w:rsidRDefault="00C560DD" w:rsidP="00C560DD">
      <w:pPr>
        <w:rPr>
          <w:rFonts w:ascii="Arial" w:hAnsi="Arial" w:cs="Arial"/>
          <w:sz w:val="22"/>
          <w:lang w:val="en-US"/>
        </w:rPr>
      </w:pPr>
    </w:p>
    <w:p w14:paraId="3A2B4033" w14:textId="77777777" w:rsidR="00C560DD" w:rsidRPr="005677F1" w:rsidRDefault="00C560DD" w:rsidP="00C560DD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…………..</w:t>
      </w:r>
      <w:r w:rsidRPr="005677F1">
        <w:rPr>
          <w:rFonts w:ascii="Arial" w:hAnsi="Arial" w:cs="Arial"/>
          <w:sz w:val="22"/>
          <w:lang w:val="en-US"/>
        </w:rPr>
        <w:t>……………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284AB467" w14:textId="77777777" w:rsidR="00C560DD" w:rsidRPr="0042426E" w:rsidRDefault="00C560DD" w:rsidP="00C560DD">
      <w:pPr>
        <w:rPr>
          <w:rFonts w:ascii="Arial" w:hAnsi="Arial" w:cs="Arial"/>
          <w:lang w:val="en-US"/>
        </w:rPr>
      </w:pPr>
    </w:p>
    <w:p w14:paraId="54F79F05" w14:textId="1A8DD655" w:rsidR="00C560DD" w:rsidRPr="0042426E" w:rsidRDefault="00C560DD" w:rsidP="00890785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pn.: </w:t>
      </w:r>
      <w:r w:rsidRPr="001E395E">
        <w:rPr>
          <w:rFonts w:ascii="Arial" w:hAnsi="Arial" w:cs="Arial"/>
          <w:sz w:val="22"/>
        </w:rPr>
        <w:t>„</w:t>
      </w:r>
      <w:r w:rsidRPr="001E395E">
        <w:rPr>
          <w:rFonts w:ascii="Arial" w:eastAsiaTheme="minorHAnsi" w:hAnsi="Arial" w:cs="Arial"/>
          <w:bCs/>
          <w:iCs/>
          <w:sz w:val="22"/>
          <w:lang w:eastAsia="en-US"/>
        </w:rPr>
        <w:t>Wykonanie dokumentacji projektowej w branży drogowej wraz z pełnieniem nadzoru autorskiego dla zadań realizowanych w ramach projektu MRG3”</w:t>
      </w:r>
      <w:r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>
        <w:rPr>
          <w:rFonts w:ascii="Arial" w:hAnsi="Arial" w:cs="Arial"/>
          <w:sz w:val="22"/>
        </w:rPr>
        <w:t xml:space="preserve">wykonanie zamówienia w </w:t>
      </w:r>
      <w:r w:rsidRPr="00643B66">
        <w:rPr>
          <w:rFonts w:ascii="Arial" w:hAnsi="Arial" w:cs="Arial"/>
          <w:b/>
          <w:sz w:val="22"/>
          <w:szCs w:val="22"/>
        </w:rPr>
        <w:t xml:space="preserve">części nr </w:t>
      </w:r>
      <w:r w:rsidR="0011348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Zabudowa </w:t>
      </w:r>
      <w:r w:rsidR="004731F5">
        <w:rPr>
          <w:rFonts w:ascii="Arial" w:hAnsi="Arial" w:cs="Arial"/>
          <w:b/>
          <w:sz w:val="22"/>
          <w:szCs w:val="22"/>
        </w:rPr>
        <w:t>Jasień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sz w:val="22"/>
          <w:szCs w:val="22"/>
        </w:rPr>
        <w:t>i oferuję/my wykonanie przedmiotu zamówienia w tej części, 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0BC4C85A" w14:textId="77777777" w:rsidR="00113482" w:rsidRPr="00113482" w:rsidRDefault="00C560DD" w:rsidP="00AD751A">
      <w:pPr>
        <w:pStyle w:val="Akapitzlist"/>
        <w:numPr>
          <w:ilvl w:val="0"/>
          <w:numId w:val="93"/>
        </w:numPr>
        <w:spacing w:before="12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 xml:space="preserve">Oferujemy wykonanie przedmiotu zamówienia stanowiącego </w:t>
      </w:r>
      <w:r w:rsidR="00113482">
        <w:rPr>
          <w:rFonts w:ascii="Arial" w:hAnsi="Arial" w:cs="Arial"/>
          <w:sz w:val="22"/>
          <w:szCs w:val="22"/>
        </w:rPr>
        <w:t xml:space="preserve">tą </w:t>
      </w:r>
      <w:r w:rsidRPr="00643B66">
        <w:rPr>
          <w:rFonts w:ascii="Arial" w:hAnsi="Arial" w:cs="Arial"/>
          <w:sz w:val="22"/>
          <w:szCs w:val="22"/>
        </w:rPr>
        <w:t xml:space="preserve">część </w:t>
      </w:r>
      <w:r w:rsidR="00113482">
        <w:rPr>
          <w:rFonts w:ascii="Arial" w:hAnsi="Arial" w:cs="Arial"/>
          <w:sz w:val="22"/>
          <w:szCs w:val="22"/>
        </w:rPr>
        <w:t xml:space="preserve">zamówienia </w:t>
      </w:r>
      <w:r w:rsidRPr="00643B66">
        <w:rPr>
          <w:rFonts w:ascii="Arial" w:hAnsi="Arial" w:cs="Arial"/>
          <w:b/>
          <w:sz w:val="22"/>
          <w:szCs w:val="22"/>
        </w:rPr>
        <w:t xml:space="preserve">za cenę </w:t>
      </w:r>
    </w:p>
    <w:p w14:paraId="138F6548" w14:textId="77777777" w:rsidR="00113482" w:rsidRPr="00113482" w:rsidRDefault="00113482" w:rsidP="00113482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</w:p>
    <w:p w14:paraId="1D30B878" w14:textId="1746D613" w:rsidR="00C560DD" w:rsidRPr="00643B66" w:rsidRDefault="00C560DD" w:rsidP="00113482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2AE12BC" w14:textId="77777777" w:rsidR="00890785" w:rsidRDefault="00890785" w:rsidP="00C560DD">
      <w:pPr>
        <w:spacing w:before="120"/>
        <w:rPr>
          <w:rFonts w:ascii="Arial" w:hAnsi="Arial" w:cs="Arial"/>
          <w:i/>
          <w:sz w:val="22"/>
        </w:rPr>
      </w:pPr>
    </w:p>
    <w:p w14:paraId="331E7779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32DA2AF5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76AED636" w14:textId="77777777" w:rsidR="00C560DD" w:rsidRPr="0042426E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2C5CD453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38C512D1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p w14:paraId="7B6F9E89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C560DD" w:rsidRPr="0042426E" w14:paraId="4947AD4F" w14:textId="77777777" w:rsidTr="00852A5E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21E85B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DBA4D5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4F3494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A0EA42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C560DD" w:rsidRPr="0042426E" w14:paraId="054FDA31" w14:textId="77777777" w:rsidTr="00852A5E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0868A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649FB" w14:textId="47671C8A" w:rsidR="00C560DD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pozwalającymi na realizację zadania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Kompleksowa zabudowa przeciwerozyjna w leśnictwie </w:t>
            </w:r>
            <w:r w:rsidR="004731F5">
              <w:rPr>
                <w:rFonts w:ascii="Arial" w:hAnsi="Arial" w:cs="Arial"/>
                <w:i/>
                <w:sz w:val="20"/>
                <w:szCs w:val="20"/>
              </w:rPr>
              <w:t>Jasień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(nr zadania 02-30-2.2-0</w:t>
            </w:r>
            <w:r w:rsidR="004731F5">
              <w:rPr>
                <w:rFonts w:ascii="Arial" w:hAnsi="Arial" w:cs="Arial"/>
                <w:i/>
                <w:sz w:val="20"/>
                <w:szCs w:val="20"/>
              </w:rPr>
              <w:t>6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0910E09A" w14:textId="77777777" w:rsidR="00C560DD" w:rsidRPr="00AB67C5" w:rsidRDefault="00C560DD" w:rsidP="00852A5E">
            <w:pPr>
              <w:pStyle w:val="Akapitzlist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5332F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97799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123E2D82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766490B1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B0FC68C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7740A03A" w14:textId="77777777" w:rsidR="00C560DD" w:rsidRPr="00C560DD" w:rsidRDefault="00C560DD" w:rsidP="00852A5E">
            <w:pPr>
              <w:jc w:val="both"/>
              <w:rPr>
                <w:rFonts w:ascii="Arial" w:hAnsi="Arial" w:cs="Arial"/>
              </w:rPr>
            </w:pPr>
          </w:p>
        </w:tc>
      </w:tr>
      <w:tr w:rsidR="00C560DD" w:rsidRPr="0042426E" w14:paraId="2D662ED9" w14:textId="77777777" w:rsidTr="00852A5E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24CDC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B8391" w14:textId="7F2D2E7B" w:rsidR="00C560DD" w:rsidRPr="005D7E57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>– 3 pobyty na budowie oraz opracowanie 3 zagadnień (</w:t>
            </w:r>
            <w:r>
              <w:rPr>
                <w:rFonts w:ascii="Arial" w:hAnsi="Arial" w:cs="Arial"/>
                <w:i/>
                <w:sz w:val="20"/>
                <w:szCs w:val="22"/>
              </w:rPr>
              <w:t>dla potrzeb oceny ofert</w:t>
            </w:r>
            <w:r w:rsidR="00113482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  <w:p w14:paraId="75F31DE0" w14:textId="77777777" w:rsidR="00C560DD" w:rsidRPr="00125525" w:rsidRDefault="00C560DD" w:rsidP="00852A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E102A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E36B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53773046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1E83D44F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y i 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nia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42749D3C" w14:textId="77777777" w:rsidR="00C560DD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0EC0EC07" w14:textId="77777777" w:rsidR="00C560DD" w:rsidRPr="0025656C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1A2B8B3B" w14:textId="77777777" w:rsidR="00C560DD" w:rsidRPr="0042426E" w:rsidRDefault="00C560DD" w:rsidP="00852A5E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389233D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0F19959C" w14:textId="77777777" w:rsidR="00C560DD" w:rsidRPr="0025656C" w:rsidRDefault="00C560DD" w:rsidP="00852A5E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638D28DC" w14:textId="77777777" w:rsidR="00C560DD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396559B0" w14:textId="77777777" w:rsidR="00C560DD" w:rsidRPr="0025656C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002E7FA5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2E39417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3FB50435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1E6F42E6" w14:textId="77777777" w:rsidR="00C560DD" w:rsidRPr="0042426E" w:rsidRDefault="00C560DD" w:rsidP="00852A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2004A3" w14:textId="77777777" w:rsidR="00C560DD" w:rsidRPr="0042426E" w:rsidRDefault="00C560DD" w:rsidP="00C560DD">
      <w:pPr>
        <w:spacing w:before="120"/>
        <w:ind w:left="567"/>
        <w:jc w:val="both"/>
        <w:rPr>
          <w:rFonts w:ascii="Arial" w:hAnsi="Arial" w:cs="Arial"/>
        </w:rPr>
      </w:pPr>
    </w:p>
    <w:p w14:paraId="1B5EB7D6" w14:textId="77777777" w:rsidR="00C560DD" w:rsidRPr="0025656C" w:rsidRDefault="00C560DD" w:rsidP="00C560DD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ponosi </w:t>
      </w:r>
      <w:r w:rsidRPr="00113482">
        <w:rPr>
          <w:rFonts w:ascii="Arial" w:hAnsi="Arial" w:cs="Arial"/>
          <w:sz w:val="22"/>
        </w:rPr>
        <w:t>Zamawiający w</w:t>
      </w:r>
      <w:r w:rsidRPr="0025656C">
        <w:rPr>
          <w:rFonts w:ascii="Arial" w:hAnsi="Arial" w:cs="Arial"/>
          <w:sz w:val="22"/>
        </w:rPr>
        <w:t xml:space="preserve"> przypadku wyboru niniejszej oferty.</w:t>
      </w:r>
    </w:p>
    <w:p w14:paraId="1BBF3F52" w14:textId="77777777" w:rsidR="00C560DD" w:rsidRPr="0025656C" w:rsidRDefault="00C560DD" w:rsidP="00AD751A">
      <w:pPr>
        <w:pStyle w:val="Akapitzlist"/>
        <w:numPr>
          <w:ilvl w:val="0"/>
          <w:numId w:val="93"/>
        </w:numPr>
        <w:suppressAutoHyphens/>
        <w:spacing w:before="120" w:line="288" w:lineRule="auto"/>
        <w:ind w:left="284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035D0EC9" w14:textId="0BBE932C" w:rsidR="00113482" w:rsidRDefault="00113482" w:rsidP="00890785">
      <w:pPr>
        <w:numPr>
          <w:ilvl w:val="0"/>
          <w:numId w:val="9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>
        <w:rPr>
          <w:rFonts w:ascii="Arial" w:hAnsi="Arial" w:cs="Arial"/>
          <w:bCs/>
          <w:sz w:val="22"/>
          <w:lang w:eastAsia="ar-SA"/>
        </w:rPr>
        <w:t xml:space="preserve">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4F43D6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4F43D6">
        <w:rPr>
          <w:rFonts w:ascii="Arial" w:hAnsi="Arial" w:cs="Arial"/>
          <w:bCs/>
          <w:sz w:val="22"/>
          <w:lang w:eastAsia="ar-SA"/>
        </w:rPr>
        <w:t xml:space="preserve">  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budowę.</w:t>
      </w:r>
    </w:p>
    <w:p w14:paraId="12ECF792" w14:textId="77777777" w:rsidR="00C560DD" w:rsidRPr="0025656C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27E25A28" w14:textId="77777777" w:rsidR="00C560DD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31A97A43" w14:textId="77777777" w:rsidR="00C560DD" w:rsidRPr="0025656C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Oświadczamy**, że następujące prace stanowiące przedmiot zamówienia wykonają poszczególni Wykonawcy wspólnie ubiegający się o udzielenie zamówienia (Oświadczenie, zgodnie z art. 117 ust. 4 Prawa zamówień publicznych składają Wykonawcy wspólnie ubiegający się o udzielenie zamówienia oraz działający w formie spółki cywilnej).</w:t>
      </w:r>
    </w:p>
    <w:p w14:paraId="4DC42BFD" w14:textId="77777777" w:rsidR="00C560DD" w:rsidRPr="0025656C" w:rsidRDefault="00C560DD" w:rsidP="00890785">
      <w:pPr>
        <w:pStyle w:val="Akapitzlist"/>
        <w:spacing w:line="300" w:lineRule="auto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C560DD" w:rsidRPr="0025656C" w14:paraId="34B59F00" w14:textId="77777777" w:rsidTr="00852A5E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9D865F8" w14:textId="77777777" w:rsidR="00C560DD" w:rsidRPr="0025656C" w:rsidRDefault="00C560DD" w:rsidP="00852A5E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DCCCBDB" w14:textId="77777777" w:rsidR="00C560DD" w:rsidRPr="0025656C" w:rsidRDefault="00C560DD" w:rsidP="00852A5E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C560DD" w:rsidRPr="0025656C" w14:paraId="0C7457D4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8204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A413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C560DD" w:rsidRPr="0025656C" w14:paraId="008EE570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1B48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8CFF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0504A227" w14:textId="77777777" w:rsidR="00C560DD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1DCD68F2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6C3FC26B" w14:textId="77777777" w:rsidR="00C560DD" w:rsidRPr="0025656C" w:rsidRDefault="00C560DD" w:rsidP="00AD751A">
      <w:pPr>
        <w:numPr>
          <w:ilvl w:val="0"/>
          <w:numId w:val="93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65126DC1" w14:textId="77777777" w:rsidR="00C560DD" w:rsidRPr="0025656C" w:rsidRDefault="00C560DD" w:rsidP="00C560DD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C560DD" w:rsidRPr="0025656C" w14:paraId="6DB4201E" w14:textId="77777777" w:rsidTr="00852A5E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767C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1FB3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C560DD" w:rsidRPr="0025656C" w14:paraId="64536747" w14:textId="77777777" w:rsidTr="00852A5E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161C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09B7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6EADF8AA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232984DA" w14:textId="77777777" w:rsidR="00C560DD" w:rsidRPr="0025656C" w:rsidRDefault="00C560DD" w:rsidP="00C560DD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0ADA52AD" w14:textId="77777777" w:rsidR="00C560DD" w:rsidRPr="0025656C" w:rsidRDefault="00C560DD" w:rsidP="00AD751A">
      <w:pPr>
        <w:numPr>
          <w:ilvl w:val="0"/>
          <w:numId w:val="93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74A26227" w14:textId="77777777" w:rsidR="00C560DD" w:rsidRPr="0025656C" w:rsidRDefault="00C560DD" w:rsidP="00C560DD">
      <w:pPr>
        <w:spacing w:before="120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50CB3909" w14:textId="77777777" w:rsidR="00C560DD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95F3822" w14:textId="77777777" w:rsidR="00C560DD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5FCE0E3" w14:textId="77777777" w:rsidR="00C560DD" w:rsidRPr="0025656C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 xml:space="preserve">Platformę </w:t>
      </w:r>
      <w:proofErr w:type="spellStart"/>
      <w:r w:rsidRPr="0025656C">
        <w:rPr>
          <w:rFonts w:ascii="Arial" w:hAnsi="Arial" w:cs="Arial"/>
          <w:b/>
          <w:bCs/>
          <w:sz w:val="22"/>
          <w:lang w:eastAsia="ar-SA"/>
        </w:rPr>
        <w:t>Josephine</w:t>
      </w:r>
      <w:proofErr w:type="spellEnd"/>
      <w:r w:rsidRPr="0025656C">
        <w:rPr>
          <w:rFonts w:ascii="Arial" w:hAnsi="Arial" w:cs="Arial"/>
          <w:b/>
          <w:bCs/>
          <w:sz w:val="22"/>
          <w:lang w:eastAsia="ar-SA"/>
        </w:rPr>
        <w:t>.</w:t>
      </w:r>
    </w:p>
    <w:p w14:paraId="714792D0" w14:textId="77777777" w:rsidR="00C560DD" w:rsidRPr="0025656C" w:rsidRDefault="00C560DD" w:rsidP="00890785">
      <w:pPr>
        <w:numPr>
          <w:ilvl w:val="0"/>
          <w:numId w:val="93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61D8244E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3BF5B029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5B73D6FB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średnim przedsiębiorstwem</w:t>
      </w:r>
    </w:p>
    <w:p w14:paraId="060B3CF8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782EAB24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316874FF" w14:textId="77777777" w:rsidR="00C560DD" w:rsidRPr="0042426E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0F5D2A4A" w14:textId="77777777" w:rsidR="00C560DD" w:rsidRDefault="00C560DD" w:rsidP="00890785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295E9189" w14:textId="77777777" w:rsidR="00C560DD" w:rsidRPr="0025656C" w:rsidRDefault="00C560DD" w:rsidP="00AD751A">
      <w:pPr>
        <w:numPr>
          <w:ilvl w:val="0"/>
          <w:numId w:val="93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2C01F669" w14:textId="77777777" w:rsidR="00C560DD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37C796AD" w14:textId="77777777" w:rsidR="00C560DD" w:rsidRPr="0042426E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_____________________________________</w:t>
      </w:r>
    </w:p>
    <w:p w14:paraId="7EEC3326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467343DF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4EFFA0A5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3FC2C397" w14:textId="77777777" w:rsidR="00C560DD" w:rsidRPr="0042426E" w:rsidRDefault="00C560DD" w:rsidP="00C560DD">
      <w:pPr>
        <w:ind w:left="5529"/>
        <w:jc w:val="center"/>
        <w:rPr>
          <w:rFonts w:ascii="Arial" w:hAnsi="Arial" w:cs="Arial"/>
          <w:sz w:val="10"/>
          <w:szCs w:val="16"/>
        </w:rPr>
      </w:pPr>
      <w:r w:rsidRPr="0042426E">
        <w:rPr>
          <w:rFonts w:ascii="Arial" w:hAnsi="Arial" w:cs="Arial"/>
          <w:bCs/>
          <w:i/>
          <w:sz w:val="16"/>
          <w:szCs w:val="22"/>
        </w:rPr>
        <w:lastRenderedPageBreak/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  <w:bookmarkStart w:id="0" w:name="_GoBack"/>
      <w:bookmarkEnd w:id="0"/>
    </w:p>
    <w:sectPr w:rsidR="00C560DD" w:rsidRPr="0042426E" w:rsidSect="00423F9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1F0C9" w14:textId="77777777" w:rsidR="00045B7F" w:rsidRDefault="00045B7F">
      <w:r>
        <w:separator/>
      </w:r>
    </w:p>
  </w:endnote>
  <w:endnote w:type="continuationSeparator" w:id="0">
    <w:p w14:paraId="6378EBDD" w14:textId="77777777" w:rsidR="00045B7F" w:rsidRDefault="0004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972924"/>
      <w:docPartObj>
        <w:docPartGallery w:val="Page Numbers (Bottom of Page)"/>
        <w:docPartUnique/>
      </w:docPartObj>
    </w:sdtPr>
    <w:sdtEndPr/>
    <w:sdtContent>
      <w:p w14:paraId="642A08F9" w14:textId="1846E7CE" w:rsidR="00423F98" w:rsidRDefault="00423F98">
        <w:pPr>
          <w:pStyle w:val="Stopka"/>
          <w:jc w:val="right"/>
        </w:pPr>
        <w:r w:rsidRPr="00423F98">
          <w:rPr>
            <w:rFonts w:ascii="Arial" w:hAnsi="Arial" w:cs="Arial"/>
            <w:sz w:val="20"/>
          </w:rPr>
          <w:fldChar w:fldCharType="begin"/>
        </w:r>
        <w:r w:rsidRPr="00423F98">
          <w:rPr>
            <w:rFonts w:ascii="Arial" w:hAnsi="Arial" w:cs="Arial"/>
            <w:sz w:val="20"/>
          </w:rPr>
          <w:instrText>PAGE   \* MERGEFORMAT</w:instrText>
        </w:r>
        <w:r w:rsidRPr="00423F98">
          <w:rPr>
            <w:rFonts w:ascii="Arial" w:hAnsi="Arial" w:cs="Arial"/>
            <w:sz w:val="20"/>
          </w:rPr>
          <w:fldChar w:fldCharType="separate"/>
        </w:r>
        <w:r w:rsidR="006C0236">
          <w:rPr>
            <w:rFonts w:ascii="Arial" w:hAnsi="Arial" w:cs="Arial"/>
            <w:noProof/>
            <w:sz w:val="20"/>
          </w:rPr>
          <w:t>4</w:t>
        </w:r>
        <w:r w:rsidRPr="00423F98">
          <w:rPr>
            <w:rFonts w:ascii="Arial" w:hAnsi="Arial" w:cs="Arial"/>
            <w:sz w:val="20"/>
          </w:rPr>
          <w:fldChar w:fldCharType="end"/>
        </w:r>
      </w:p>
    </w:sdtContent>
  </w:sdt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95304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32F24F6E" w14:textId="22E24AB8" w:rsidR="00423F98" w:rsidRPr="00423F98" w:rsidRDefault="00423F98">
        <w:pPr>
          <w:pStyle w:val="Stopka"/>
          <w:jc w:val="right"/>
          <w:rPr>
            <w:rFonts w:ascii="Arial" w:hAnsi="Arial" w:cs="Arial"/>
            <w:sz w:val="18"/>
          </w:rPr>
        </w:pPr>
        <w:r w:rsidRPr="00423F98">
          <w:rPr>
            <w:rFonts w:ascii="Arial" w:hAnsi="Arial" w:cs="Arial"/>
            <w:sz w:val="18"/>
          </w:rPr>
          <w:fldChar w:fldCharType="begin"/>
        </w:r>
        <w:r w:rsidRPr="00423F98">
          <w:rPr>
            <w:rFonts w:ascii="Arial" w:hAnsi="Arial" w:cs="Arial"/>
            <w:sz w:val="18"/>
          </w:rPr>
          <w:instrText>PAGE   \* MERGEFORMAT</w:instrText>
        </w:r>
        <w:r w:rsidRPr="00423F98">
          <w:rPr>
            <w:rFonts w:ascii="Arial" w:hAnsi="Arial" w:cs="Arial"/>
            <w:sz w:val="18"/>
          </w:rPr>
          <w:fldChar w:fldCharType="separate"/>
        </w:r>
        <w:r w:rsidR="006C0236">
          <w:rPr>
            <w:rFonts w:ascii="Arial" w:hAnsi="Arial" w:cs="Arial"/>
            <w:noProof/>
            <w:sz w:val="18"/>
          </w:rPr>
          <w:t>1</w:t>
        </w:r>
        <w:r w:rsidRPr="00423F98">
          <w:rPr>
            <w:rFonts w:ascii="Arial" w:hAnsi="Arial" w:cs="Arial"/>
            <w:sz w:val="18"/>
          </w:rPr>
          <w:fldChar w:fldCharType="end"/>
        </w:r>
      </w:p>
    </w:sdtContent>
  </w:sdt>
  <w:p w14:paraId="684C0BE6" w14:textId="77777777" w:rsidR="00423F98" w:rsidRDefault="0042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F9BE5" w14:textId="77777777" w:rsidR="00045B7F" w:rsidRDefault="00045B7F">
      <w:r>
        <w:separator/>
      </w:r>
    </w:p>
  </w:footnote>
  <w:footnote w:type="continuationSeparator" w:id="0">
    <w:p w14:paraId="120FF757" w14:textId="77777777" w:rsidR="00045B7F" w:rsidRDefault="00045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522EC95E" w:rsidR="00325A6D" w:rsidRDefault="00423F98" w:rsidP="00893EC6">
    <w:pPr>
      <w:tabs>
        <w:tab w:val="left" w:pos="780"/>
      </w:tabs>
    </w:pPr>
    <w:r>
      <w:rPr>
        <w:noProof/>
      </w:rPr>
      <w:drawing>
        <wp:inline distT="0" distB="0" distL="0" distR="0" wp14:anchorId="67EFF67C" wp14:editId="75CDC6F7">
          <wp:extent cx="5924550" cy="78295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7450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45B7F"/>
    <w:rsid w:val="000556BD"/>
    <w:rsid w:val="000B4E3C"/>
    <w:rsid w:val="000D4FB4"/>
    <w:rsid w:val="000D6C20"/>
    <w:rsid w:val="000E1486"/>
    <w:rsid w:val="00113482"/>
    <w:rsid w:val="00116010"/>
    <w:rsid w:val="001420CA"/>
    <w:rsid w:val="001D77D7"/>
    <w:rsid w:val="001E395E"/>
    <w:rsid w:val="001F3C09"/>
    <w:rsid w:val="001F51CD"/>
    <w:rsid w:val="001F5FD2"/>
    <w:rsid w:val="00203498"/>
    <w:rsid w:val="00231F59"/>
    <w:rsid w:val="00247361"/>
    <w:rsid w:val="00255F60"/>
    <w:rsid w:val="00266826"/>
    <w:rsid w:val="0027557F"/>
    <w:rsid w:val="0028173F"/>
    <w:rsid w:val="002C0580"/>
    <w:rsid w:val="002C0CDB"/>
    <w:rsid w:val="003024CF"/>
    <w:rsid w:val="00325A6D"/>
    <w:rsid w:val="00334AF4"/>
    <w:rsid w:val="00335D4D"/>
    <w:rsid w:val="0036454D"/>
    <w:rsid w:val="00390A98"/>
    <w:rsid w:val="00405827"/>
    <w:rsid w:val="00423F98"/>
    <w:rsid w:val="0046509E"/>
    <w:rsid w:val="004731F5"/>
    <w:rsid w:val="00487956"/>
    <w:rsid w:val="004E0E2D"/>
    <w:rsid w:val="004F43D6"/>
    <w:rsid w:val="00565269"/>
    <w:rsid w:val="005923F1"/>
    <w:rsid w:val="005B7306"/>
    <w:rsid w:val="005E5C7C"/>
    <w:rsid w:val="00624E7A"/>
    <w:rsid w:val="00643B66"/>
    <w:rsid w:val="00686B2C"/>
    <w:rsid w:val="006C0236"/>
    <w:rsid w:val="006F776D"/>
    <w:rsid w:val="0070543F"/>
    <w:rsid w:val="007608A2"/>
    <w:rsid w:val="0078022F"/>
    <w:rsid w:val="007A6D9F"/>
    <w:rsid w:val="007C6C0D"/>
    <w:rsid w:val="007F7D60"/>
    <w:rsid w:val="00805D35"/>
    <w:rsid w:val="008270BB"/>
    <w:rsid w:val="00844932"/>
    <w:rsid w:val="00850AF7"/>
    <w:rsid w:val="00852A5E"/>
    <w:rsid w:val="00864DBB"/>
    <w:rsid w:val="00890785"/>
    <w:rsid w:val="00893EC6"/>
    <w:rsid w:val="008B146D"/>
    <w:rsid w:val="008E18AE"/>
    <w:rsid w:val="00947781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C3A5F"/>
    <w:rsid w:val="00BF0FC1"/>
    <w:rsid w:val="00C100D5"/>
    <w:rsid w:val="00C55755"/>
    <w:rsid w:val="00C560DD"/>
    <w:rsid w:val="00C60FF8"/>
    <w:rsid w:val="00C7607D"/>
    <w:rsid w:val="00C922C9"/>
    <w:rsid w:val="00CB3585"/>
    <w:rsid w:val="00CD5D3C"/>
    <w:rsid w:val="00CE5459"/>
    <w:rsid w:val="00D10071"/>
    <w:rsid w:val="00D330B4"/>
    <w:rsid w:val="00D73FA2"/>
    <w:rsid w:val="00DB2D05"/>
    <w:rsid w:val="00DC0396"/>
    <w:rsid w:val="00E022FB"/>
    <w:rsid w:val="00E15044"/>
    <w:rsid w:val="00E169E1"/>
    <w:rsid w:val="00E21226"/>
    <w:rsid w:val="00E35D98"/>
    <w:rsid w:val="00E47820"/>
    <w:rsid w:val="00E658D7"/>
    <w:rsid w:val="00E87DB7"/>
    <w:rsid w:val="00E93C74"/>
    <w:rsid w:val="00EE28E6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89A1-1343-474D-924F-52DA2B33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1</TotalTime>
  <Pages>4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4</cp:revision>
  <cp:lastPrinted>2025-10-06T12:27:00Z</cp:lastPrinted>
  <dcterms:created xsi:type="dcterms:W3CDTF">2025-10-24T06:13:00Z</dcterms:created>
  <dcterms:modified xsi:type="dcterms:W3CDTF">2025-10-24T06:15:00Z</dcterms:modified>
  <cp:contentStatus>draft</cp:contentStatus>
</cp:coreProperties>
</file>